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200AE" w14:textId="77777777" w:rsidR="00665C93" w:rsidRPr="00665C93" w:rsidRDefault="00CD6897" w:rsidP="00665C9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65C93" w:rsidRPr="00665C93">
        <w:rPr>
          <w:rFonts w:ascii="Corbel" w:hAnsi="Corbel"/>
          <w:bCs/>
          <w:i/>
        </w:rPr>
        <w:t>Załącznik nr 1.5 do Zarządzenia Rektora UR nr 7/2023</w:t>
      </w:r>
    </w:p>
    <w:p w14:paraId="56F0D91E" w14:textId="77777777" w:rsidR="00665C93" w:rsidRPr="00665C93" w:rsidRDefault="00665C93" w:rsidP="00665C9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65C93">
        <w:rPr>
          <w:rFonts w:ascii="Corbel" w:hAnsi="Corbel"/>
          <w:b/>
          <w:smallCaps/>
          <w:sz w:val="24"/>
          <w:szCs w:val="24"/>
        </w:rPr>
        <w:t>SYLABUS</w:t>
      </w:r>
    </w:p>
    <w:p w14:paraId="70C63FCB" w14:textId="00D6851A" w:rsidR="00665C93" w:rsidRPr="00665C93" w:rsidRDefault="00665C93" w:rsidP="00665C9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65C93">
        <w:rPr>
          <w:rFonts w:ascii="Corbel" w:hAnsi="Corbel"/>
          <w:b/>
          <w:smallCaps/>
          <w:sz w:val="24"/>
          <w:szCs w:val="24"/>
        </w:rPr>
        <w:t>dotyczy cyklu kształcenia 202</w:t>
      </w:r>
      <w:r w:rsidR="00AB6FAE">
        <w:rPr>
          <w:rFonts w:ascii="Corbel" w:hAnsi="Corbel"/>
          <w:b/>
          <w:smallCaps/>
          <w:sz w:val="24"/>
          <w:szCs w:val="24"/>
        </w:rPr>
        <w:t>5</w:t>
      </w:r>
      <w:r w:rsidRPr="00665C93">
        <w:rPr>
          <w:rFonts w:ascii="Corbel" w:hAnsi="Corbel"/>
          <w:b/>
          <w:smallCaps/>
          <w:sz w:val="24"/>
          <w:szCs w:val="24"/>
        </w:rPr>
        <w:t>-202</w:t>
      </w:r>
      <w:r w:rsidR="00AB6FAE">
        <w:rPr>
          <w:rFonts w:ascii="Corbel" w:hAnsi="Corbel"/>
          <w:b/>
          <w:smallCaps/>
          <w:sz w:val="24"/>
          <w:szCs w:val="24"/>
        </w:rPr>
        <w:t>8</w:t>
      </w:r>
    </w:p>
    <w:p w14:paraId="008A3E2B" w14:textId="77777777" w:rsidR="00665C93" w:rsidRPr="00665C93" w:rsidRDefault="00665C93" w:rsidP="00665C93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665C93">
        <w:rPr>
          <w:rFonts w:ascii="Corbel" w:hAnsi="Corbel"/>
          <w:i/>
          <w:sz w:val="20"/>
          <w:szCs w:val="20"/>
        </w:rPr>
        <w:t>(skrajne daty</w:t>
      </w:r>
      <w:r w:rsidRPr="00665C93">
        <w:rPr>
          <w:rFonts w:ascii="Corbel" w:hAnsi="Corbel"/>
          <w:sz w:val="20"/>
          <w:szCs w:val="20"/>
        </w:rPr>
        <w:t>)</w:t>
      </w:r>
    </w:p>
    <w:p w14:paraId="527FAEFE" w14:textId="5B89F56C" w:rsidR="00665C93" w:rsidRPr="00665C93" w:rsidRDefault="00665C93" w:rsidP="00665C9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665C93">
        <w:rPr>
          <w:rFonts w:ascii="Corbel" w:hAnsi="Corbel"/>
          <w:sz w:val="20"/>
          <w:szCs w:val="20"/>
        </w:rPr>
        <w:t>Rok akademicki 202</w:t>
      </w:r>
      <w:r w:rsidR="00AB6FAE">
        <w:rPr>
          <w:rFonts w:ascii="Corbel" w:hAnsi="Corbel"/>
          <w:sz w:val="20"/>
          <w:szCs w:val="20"/>
        </w:rPr>
        <w:t>5</w:t>
      </w:r>
      <w:r w:rsidRPr="00665C93">
        <w:rPr>
          <w:rFonts w:ascii="Corbel" w:hAnsi="Corbel"/>
          <w:sz w:val="20"/>
          <w:szCs w:val="20"/>
        </w:rPr>
        <w:t>/202</w:t>
      </w:r>
      <w:r w:rsidR="00AB6FAE">
        <w:rPr>
          <w:rFonts w:ascii="Corbel" w:hAnsi="Corbel"/>
          <w:sz w:val="20"/>
          <w:szCs w:val="20"/>
        </w:rPr>
        <w:t>6</w:t>
      </w:r>
    </w:p>
    <w:p w14:paraId="0F2A31D9" w14:textId="77777777" w:rsidR="00665C93" w:rsidRDefault="00665C9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6E7FD4" w14:textId="6857E64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7B3684" w14:textId="77777777" w:rsidTr="53885103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D9BFBAE" w14:textId="77777777" w:rsidR="0085747A" w:rsidRPr="009C54AE" w:rsidRDefault="00803DCB" w:rsidP="53885103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53885103">
              <w:rPr>
                <w:rFonts w:ascii="Corbel" w:hAnsi="Corbel"/>
                <w:bCs/>
                <w:sz w:val="24"/>
                <w:szCs w:val="24"/>
              </w:rPr>
              <w:t>Historia stosunków międzynarodowych</w:t>
            </w:r>
            <w:r w:rsidR="00350E26" w:rsidRPr="53885103">
              <w:rPr>
                <w:rFonts w:ascii="Corbel" w:hAnsi="Corbel"/>
                <w:bCs/>
                <w:sz w:val="24"/>
                <w:szCs w:val="24"/>
              </w:rPr>
              <w:t xml:space="preserve"> do 1989 roku</w:t>
            </w:r>
          </w:p>
        </w:tc>
      </w:tr>
      <w:tr w:rsidR="0085747A" w:rsidRPr="009C54AE" w14:paraId="55932812" w14:textId="77777777" w:rsidTr="53885103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4E8522" w14:textId="77777777" w:rsidR="0085747A" w:rsidRPr="009C54AE" w:rsidRDefault="004D4A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350E26">
              <w:rPr>
                <w:rFonts w:ascii="Corbel" w:hAnsi="Corbel"/>
                <w:b w:val="0"/>
                <w:sz w:val="24"/>
                <w:szCs w:val="24"/>
              </w:rPr>
              <w:t>_</w:t>
            </w:r>
            <w:r w:rsidR="00CE39F9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350E26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9C54AE" w14:paraId="5C0172EC" w14:textId="77777777" w:rsidTr="53885103">
        <w:tc>
          <w:tcPr>
            <w:tcW w:w="2694" w:type="dxa"/>
            <w:vAlign w:val="center"/>
          </w:tcPr>
          <w:p w14:paraId="249A5C1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24AC7831" w:rsidR="0085747A" w:rsidRPr="009C54AE" w:rsidRDefault="00491E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803DCB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85747A" w:rsidRPr="009C54AE" w14:paraId="4FEDF307" w14:textId="77777777" w:rsidTr="53885103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BCBDC3" w14:textId="543D7959" w:rsidR="0085747A" w:rsidRPr="009C54AE" w:rsidRDefault="00803D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491EC9">
              <w:rPr>
                <w:rFonts w:ascii="Corbel" w:hAnsi="Corbel"/>
                <w:b w:val="0"/>
                <w:sz w:val="24"/>
                <w:szCs w:val="24"/>
              </w:rPr>
              <w:t xml:space="preserve"> i Bezpieczeństwie</w:t>
            </w:r>
          </w:p>
        </w:tc>
      </w:tr>
      <w:tr w:rsidR="0085747A" w:rsidRPr="009C54AE" w14:paraId="58415E7B" w14:textId="77777777" w:rsidTr="53885103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9C54AE" w:rsidRDefault="00803D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7CADDEE4" w14:textId="77777777" w:rsidTr="53885103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10F33B" w14:textId="77777777" w:rsidR="0085747A" w:rsidRPr="009C54AE" w:rsidRDefault="00803D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Poziom I</w:t>
            </w:r>
          </w:p>
        </w:tc>
      </w:tr>
      <w:tr w:rsidR="0085747A" w:rsidRPr="009C54AE" w14:paraId="3A488BE5" w14:textId="77777777" w:rsidTr="53885103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803D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8E4151E" w14:textId="77777777" w:rsidTr="53885103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F4A1ED" w14:textId="77777777" w:rsidR="0085747A" w:rsidRPr="009C54AE" w:rsidRDefault="00F36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50E2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0E30A02" w14:textId="77777777" w:rsidTr="53885103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3116D99" w14:textId="39E8993E" w:rsidR="0085747A" w:rsidRPr="009C54AE" w:rsidRDefault="00803D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/ I </w:t>
            </w:r>
          </w:p>
        </w:tc>
      </w:tr>
      <w:tr w:rsidR="0085747A" w:rsidRPr="009C54AE" w14:paraId="480733A6" w14:textId="77777777" w:rsidTr="53885103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EE4E00" w14:textId="77777777" w:rsidR="0085747A" w:rsidRPr="009C54AE" w:rsidRDefault="0074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2786482B" w14:textId="77777777" w:rsidTr="53885103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803D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ACE3D48" w14:textId="77777777" w:rsidTr="53885103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8612D5" w14:textId="77777777" w:rsidR="0085747A" w:rsidRPr="009C54AE" w:rsidRDefault="00350E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803DCB">
              <w:rPr>
                <w:rFonts w:ascii="Corbel" w:hAnsi="Corbel"/>
                <w:b w:val="0"/>
                <w:sz w:val="24"/>
                <w:szCs w:val="24"/>
              </w:rPr>
              <w:t>Bartosz Wróblewski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7C3D8AAA" w14:textId="77777777" w:rsidTr="53885103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A769AC" w14:textId="77777777" w:rsidR="0085747A" w:rsidRPr="009C54AE" w:rsidRDefault="00350E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803DCB">
              <w:rPr>
                <w:rFonts w:ascii="Corbel" w:hAnsi="Corbel"/>
                <w:b w:val="0"/>
                <w:sz w:val="24"/>
                <w:szCs w:val="24"/>
              </w:rPr>
              <w:t>Bartosz Wróblewski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50E2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5"/>
        <w:gridCol w:w="870"/>
        <w:gridCol w:w="735"/>
        <w:gridCol w:w="960"/>
        <w:gridCol w:w="780"/>
        <w:gridCol w:w="840"/>
        <w:gridCol w:w="675"/>
        <w:gridCol w:w="900"/>
        <w:gridCol w:w="998"/>
        <w:gridCol w:w="1505"/>
      </w:tblGrid>
      <w:tr w:rsidR="00015B8F" w:rsidRPr="009C54AE" w14:paraId="4A00F406" w14:textId="77777777" w:rsidTr="53885103"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E4DB5BC" w14:textId="77777777" w:rsidTr="53885103">
        <w:trPr>
          <w:trHeight w:val="453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B3E5" w14:textId="77777777" w:rsidR="00015B8F" w:rsidRPr="009C54AE" w:rsidRDefault="00803D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9C54AE" w:rsidRDefault="00F362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03DCB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FFC0" w14:textId="77777777" w:rsidR="00015B8F" w:rsidRPr="009C54AE" w:rsidRDefault="00350E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EF97" w14:textId="21368A26" w:rsidR="00015B8F" w:rsidRPr="009C54AE" w:rsidRDefault="00803D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3885103">
              <w:rPr>
                <w:rFonts w:ascii="Corbel" w:hAnsi="Corbel"/>
                <w:sz w:val="24"/>
                <w:szCs w:val="24"/>
              </w:rPr>
              <w:t xml:space="preserve">6 </w:t>
            </w:r>
          </w:p>
        </w:tc>
      </w:tr>
    </w:tbl>
    <w:p w14:paraId="4B99056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C316DF" w14:textId="77777777" w:rsidR="0085747A" w:rsidRPr="00350E2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350E26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350E2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42910881" w:rsidR="00E22FBC" w:rsidRPr="009C54AE" w:rsidRDefault="00E22FBC" w:rsidP="472C07B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72C07B5">
        <w:rPr>
          <w:rFonts w:ascii="Corbel" w:hAnsi="Corbel"/>
          <w:smallCaps w:val="0"/>
        </w:rPr>
        <w:t xml:space="preserve">1.3 </w:t>
      </w:r>
      <w:r>
        <w:tab/>
      </w:r>
      <w:r w:rsidRPr="472C07B5">
        <w:rPr>
          <w:rFonts w:ascii="Corbel" w:hAnsi="Corbel"/>
          <w:smallCaps w:val="0"/>
        </w:rPr>
        <w:t>For</w:t>
      </w:r>
      <w:r w:rsidR="00445970" w:rsidRPr="472C07B5">
        <w:rPr>
          <w:rFonts w:ascii="Corbel" w:hAnsi="Corbel"/>
          <w:smallCaps w:val="0"/>
        </w:rPr>
        <w:t xml:space="preserve">ma zaliczenia przedmiotu </w:t>
      </w:r>
      <w:r w:rsidRPr="472C07B5">
        <w:rPr>
          <w:rFonts w:ascii="Corbel" w:hAnsi="Corbel"/>
          <w:smallCaps w:val="0"/>
        </w:rPr>
        <w:t xml:space="preserve">(z toku) </w:t>
      </w:r>
      <w:r w:rsidRPr="472C07B5">
        <w:rPr>
          <w:rFonts w:ascii="Corbel" w:hAnsi="Corbel"/>
          <w:b w:val="0"/>
          <w:smallCaps w:val="0"/>
        </w:rPr>
        <w:t>(egzamin, zaliczenie z oceną, zaliczenie bez oceny)</w:t>
      </w:r>
    </w:p>
    <w:p w14:paraId="543CA6E7" w14:textId="77777777" w:rsidR="009C54AE" w:rsidRDefault="007C692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461D77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53885103">
        <w:rPr>
          <w:rFonts w:ascii="Corbel" w:hAnsi="Corbel"/>
        </w:rPr>
        <w:t xml:space="preserve">2.Wymagania wstępne </w:t>
      </w:r>
    </w:p>
    <w:p w14:paraId="7039AA51" w14:textId="1698DB22" w:rsidR="53885103" w:rsidRDefault="53885103" w:rsidP="53885103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9EDD4B" w14:textId="77777777" w:rsidTr="53885103">
        <w:tc>
          <w:tcPr>
            <w:tcW w:w="9670" w:type="dxa"/>
          </w:tcPr>
          <w:p w14:paraId="3CF2D8B6" w14:textId="4FB5DB95" w:rsidR="0085747A" w:rsidRPr="009C54AE" w:rsidRDefault="007C6920" w:rsidP="5388510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53885103">
              <w:rPr>
                <w:rFonts w:ascii="Corbel" w:hAnsi="Corbel"/>
                <w:b w:val="0"/>
                <w:smallCaps w:val="0"/>
                <w:color w:val="000000" w:themeColor="text1"/>
              </w:rPr>
              <w:t>Student posiada wiedzę dotyczącą historii powszechnej (zwłaszcza najnowszej) na poziomie ukończonego liceum. Student potrafi wskazać podstawowe zależności w dziedzinie relacji międzynarodowych</w:t>
            </w:r>
          </w:p>
        </w:tc>
      </w:tr>
    </w:tbl>
    <w:p w14:paraId="0FB7827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1B33487" w:rsidR="0085747A" w:rsidRPr="00C05F44" w:rsidRDefault="0071620A" w:rsidP="472C07B5">
      <w:pPr>
        <w:pStyle w:val="Punktygwne"/>
        <w:spacing w:before="0" w:after="0"/>
        <w:rPr>
          <w:rFonts w:ascii="Corbel" w:hAnsi="Corbel"/>
        </w:rPr>
      </w:pPr>
      <w:r w:rsidRPr="472C07B5">
        <w:rPr>
          <w:rFonts w:ascii="Corbel" w:hAnsi="Corbel"/>
        </w:rPr>
        <w:lastRenderedPageBreak/>
        <w:t>3.</w:t>
      </w:r>
      <w:r w:rsidR="00A84C85" w:rsidRPr="472C07B5">
        <w:rPr>
          <w:rFonts w:ascii="Corbel" w:hAnsi="Corbel"/>
        </w:rPr>
        <w:t>cele, efekty uczenia się</w:t>
      </w:r>
      <w:r w:rsidR="0085747A" w:rsidRPr="472C07B5">
        <w:rPr>
          <w:rFonts w:ascii="Corbel" w:hAnsi="Corbel"/>
        </w:rPr>
        <w:t>, treści Programowe i stosowane metody Dydaktyczne</w:t>
      </w:r>
    </w:p>
    <w:p w14:paraId="1FC3994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562CB0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ECBB881" w14:textId="77777777" w:rsidTr="472C07B5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4DC82F5" w14:textId="77777777" w:rsidR="0085747A" w:rsidRPr="009C54AE" w:rsidRDefault="00D6413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się z wiedzą na temat historii stosunków międzynarodowych</w:t>
            </w:r>
          </w:p>
        </w:tc>
      </w:tr>
      <w:tr w:rsidR="0085747A" w:rsidRPr="009C54AE" w14:paraId="10A00766" w14:textId="77777777" w:rsidTr="472C07B5">
        <w:tc>
          <w:tcPr>
            <w:tcW w:w="851" w:type="dxa"/>
            <w:vAlign w:val="center"/>
          </w:tcPr>
          <w:p w14:paraId="550CF7E8" w14:textId="77777777" w:rsidR="0085747A" w:rsidRPr="009C54AE" w:rsidRDefault="00D6413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E3500BE" w14:textId="66E6CA64" w:rsidR="0085747A" w:rsidRPr="009C54AE" w:rsidRDefault="355A789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472C07B5">
              <w:rPr>
                <w:rFonts w:ascii="Corbel" w:hAnsi="Corbel"/>
                <w:b w:val="0"/>
                <w:sz w:val="24"/>
                <w:szCs w:val="24"/>
              </w:rPr>
              <w:t>Zapoznanie się z podstawowymi zagrożeniami dla współczesnego porządku międzynarodowego wynikłymi z uwarunkowań historycznych</w:t>
            </w:r>
          </w:p>
        </w:tc>
      </w:tr>
      <w:tr w:rsidR="0085747A" w:rsidRPr="009C54AE" w14:paraId="435C6828" w14:textId="77777777" w:rsidTr="472C07B5">
        <w:tc>
          <w:tcPr>
            <w:tcW w:w="851" w:type="dxa"/>
            <w:vAlign w:val="center"/>
          </w:tcPr>
          <w:p w14:paraId="53C0B3C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6413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3AD7F44" w14:textId="77777777" w:rsidR="0085747A" w:rsidRPr="009C54AE" w:rsidRDefault="00D6413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selekcji materiałów dotyczących historii stosunków międzynarodowych i uwarunkowań współczesnych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EBF3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50F09160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610ECD3" w14:textId="77777777" w:rsidTr="50F09160">
        <w:tc>
          <w:tcPr>
            <w:tcW w:w="1701" w:type="dxa"/>
          </w:tcPr>
          <w:p w14:paraId="4FCA59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13A84EC" w14:textId="424399A2" w:rsidR="0085747A" w:rsidRPr="009C54AE" w:rsidRDefault="4A177704" w:rsidP="50F091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0F09160">
              <w:rPr>
                <w:rFonts w:ascii="Corbel" w:hAnsi="Corbel"/>
                <w:b w:val="0"/>
                <w:smallCaps w:val="0"/>
              </w:rPr>
              <w:t>zna i rozumie w zaawansowanym stopniu struktury i</w:t>
            </w:r>
            <w:r w:rsidR="4F977C98" w:rsidRPr="50F09160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0F09160">
              <w:rPr>
                <w:rFonts w:ascii="Corbel" w:hAnsi="Corbel"/>
                <w:b w:val="0"/>
                <w:smallCaps w:val="0"/>
              </w:rPr>
              <w:t>funkcje instytucji politycznych na poziomie krajowym oraz instytucji międzynarodowych</w:t>
            </w:r>
          </w:p>
        </w:tc>
        <w:tc>
          <w:tcPr>
            <w:tcW w:w="1873" w:type="dxa"/>
          </w:tcPr>
          <w:p w14:paraId="21CC5951" w14:textId="6DF40990" w:rsidR="0085747A" w:rsidRPr="009C54AE" w:rsidRDefault="156B783C" w:rsidP="53885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3885103">
              <w:rPr>
                <w:rFonts w:ascii="Corbel" w:hAnsi="Corbel"/>
                <w:b w:val="0"/>
                <w:smallCaps w:val="0"/>
              </w:rPr>
              <w:t>K_</w:t>
            </w:r>
            <w:r w:rsidR="52220225" w:rsidRPr="53885103">
              <w:rPr>
                <w:rFonts w:ascii="Corbel" w:hAnsi="Corbel"/>
                <w:b w:val="0"/>
                <w:smallCaps w:val="0"/>
              </w:rPr>
              <w:t>WO2</w:t>
            </w:r>
          </w:p>
        </w:tc>
      </w:tr>
      <w:tr w:rsidR="0085747A" w:rsidRPr="009C54AE" w14:paraId="2CE0F35D" w14:textId="77777777" w:rsidTr="50F09160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22DEA74" w14:textId="12863D59" w:rsidR="0085747A" w:rsidRPr="009C54AE" w:rsidRDefault="4A177704" w:rsidP="50F091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0F09160">
              <w:rPr>
                <w:rFonts w:ascii="Corbel" w:hAnsi="Corbel"/>
                <w:b w:val="0"/>
                <w:smallCaps w:val="0"/>
              </w:rPr>
              <w:t>zna i rozumie w zaawansowanym stopniu rodzaje więzi społecznych z punktu widzenia stosunków międzynarodowych z perspektywy historycznej i</w:t>
            </w:r>
            <w:r w:rsidR="67B472B8" w:rsidRPr="50F09160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0F09160">
              <w:rPr>
                <w:rFonts w:ascii="Corbel" w:hAnsi="Corbel"/>
                <w:b w:val="0"/>
                <w:smallCaps w:val="0"/>
              </w:rPr>
              <w:t>współczesnej oraz zmian zachodzących w strukturach społecznych</w:t>
            </w:r>
          </w:p>
        </w:tc>
        <w:tc>
          <w:tcPr>
            <w:tcW w:w="1873" w:type="dxa"/>
          </w:tcPr>
          <w:p w14:paraId="43385A8A" w14:textId="457DA6B5" w:rsidR="0085747A" w:rsidRPr="009C54AE" w:rsidRDefault="361905A3" w:rsidP="53885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3885103">
              <w:rPr>
                <w:rFonts w:ascii="Corbel" w:hAnsi="Corbel"/>
                <w:b w:val="0"/>
                <w:smallCaps w:val="0"/>
              </w:rPr>
              <w:t>K_</w:t>
            </w:r>
            <w:r w:rsidR="52220225" w:rsidRPr="53885103">
              <w:rPr>
                <w:rFonts w:ascii="Corbel" w:hAnsi="Corbel"/>
                <w:b w:val="0"/>
                <w:smallCaps w:val="0"/>
              </w:rPr>
              <w:t>WO3</w:t>
            </w:r>
          </w:p>
        </w:tc>
      </w:tr>
      <w:tr w:rsidR="0085747A" w:rsidRPr="009C54AE" w14:paraId="5B667A93" w14:textId="77777777" w:rsidTr="50F09160">
        <w:tc>
          <w:tcPr>
            <w:tcW w:w="1701" w:type="dxa"/>
          </w:tcPr>
          <w:p w14:paraId="419608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6413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82BE073" w14:textId="7F3BECA5" w:rsidR="0085747A" w:rsidRPr="009C54AE" w:rsidRDefault="4762A74E" w:rsidP="538851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3885103">
              <w:rPr>
                <w:rFonts w:ascii="Corbel" w:hAnsi="Corbel"/>
                <w:b w:val="0"/>
                <w:smallCaps w:val="0"/>
              </w:rPr>
              <w:t xml:space="preserve">potrafi zebrać oraz dokonać selekcji informacji na temat zjawisk zachodzących w stosunkach międzynarodowych oraz dokonać ich wstępnej analizy przy wykorzystaniu posiadanej wiedzy teoretycznej </w:t>
            </w:r>
            <w:r w:rsidR="0084204C" w:rsidRPr="53885103">
              <w:rPr>
                <w:rFonts w:ascii="Corbel" w:hAnsi="Corbel"/>
                <w:b w:val="0"/>
                <w:smallCaps w:val="0"/>
              </w:rPr>
              <w:t>z uwzględnieniem obowiązujących norm i reguł prawnych</w:t>
            </w:r>
          </w:p>
        </w:tc>
        <w:tc>
          <w:tcPr>
            <w:tcW w:w="1873" w:type="dxa"/>
          </w:tcPr>
          <w:p w14:paraId="2B2A026A" w14:textId="6F447A62" w:rsidR="0085747A" w:rsidRPr="009C54AE" w:rsidRDefault="0F9F212E" w:rsidP="53885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3885103">
              <w:rPr>
                <w:rFonts w:ascii="Corbel" w:hAnsi="Corbel"/>
                <w:b w:val="0"/>
                <w:smallCaps w:val="0"/>
              </w:rPr>
              <w:t>K_U</w:t>
            </w:r>
            <w:r w:rsidR="52220225" w:rsidRPr="53885103">
              <w:rPr>
                <w:rFonts w:ascii="Corbel" w:hAnsi="Corbel"/>
                <w:b w:val="0"/>
                <w:smallCaps w:val="0"/>
              </w:rPr>
              <w:t>O2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53885103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53885103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4ABF469" w14:textId="77777777" w:rsidTr="53885103">
        <w:tc>
          <w:tcPr>
            <w:tcW w:w="9639" w:type="dxa"/>
          </w:tcPr>
          <w:p w14:paraId="7D7CB292" w14:textId="77777777" w:rsidR="0085747A" w:rsidRPr="009C54AE" w:rsidRDefault="00B861B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się nowożytnego systemu relacji międzynarodowych</w:t>
            </w:r>
          </w:p>
        </w:tc>
      </w:tr>
      <w:tr w:rsidR="0085747A" w:rsidRPr="009C54AE" w14:paraId="02D82F7D" w14:textId="77777777" w:rsidTr="53885103">
        <w:tc>
          <w:tcPr>
            <w:tcW w:w="9639" w:type="dxa"/>
          </w:tcPr>
          <w:p w14:paraId="3378B4CF" w14:textId="77777777" w:rsidR="0085747A" w:rsidRPr="009C54AE" w:rsidRDefault="58AA2885" w:rsidP="53885103">
            <w:pPr>
              <w:pStyle w:val="Akapitzlist"/>
              <w:spacing w:after="0" w:line="240" w:lineRule="auto"/>
              <w:ind w:left="270"/>
              <w:rPr>
                <w:rFonts w:ascii="Corbel" w:hAnsi="Corbel"/>
                <w:sz w:val="24"/>
                <w:szCs w:val="24"/>
              </w:rPr>
            </w:pPr>
            <w:r w:rsidRPr="53885103">
              <w:rPr>
                <w:rFonts w:ascii="Corbel" w:hAnsi="Corbel"/>
                <w:sz w:val="24"/>
                <w:szCs w:val="24"/>
              </w:rPr>
              <w:t>Równowaga mocarstw europejskich jako podstawa relacji międzynarodowych i jej rozpad (XIX i XXX w)</w:t>
            </w:r>
          </w:p>
        </w:tc>
      </w:tr>
      <w:tr w:rsidR="0085747A" w:rsidRPr="009C54AE" w14:paraId="33E6896C" w14:textId="77777777" w:rsidTr="53885103">
        <w:tc>
          <w:tcPr>
            <w:tcW w:w="9639" w:type="dxa"/>
          </w:tcPr>
          <w:p w14:paraId="646AFCA6" w14:textId="77777777" w:rsidR="0085747A" w:rsidRPr="009C54AE" w:rsidRDefault="00B861B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Dwubiegunowy podział świata i jego erozja 1945-1989</w:t>
            </w:r>
          </w:p>
        </w:tc>
      </w:tr>
    </w:tbl>
    <w:p w14:paraId="5997CC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388510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53885103">
        <w:rPr>
          <w:rFonts w:ascii="Corbel" w:hAnsi="Corbel"/>
          <w:sz w:val="24"/>
          <w:szCs w:val="24"/>
        </w:rPr>
        <w:t xml:space="preserve">, </w:t>
      </w:r>
      <w:r w:rsidRPr="53885103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DDC972E" w14:textId="77777777" w:rsidTr="00923D7D">
        <w:tc>
          <w:tcPr>
            <w:tcW w:w="9639" w:type="dxa"/>
          </w:tcPr>
          <w:p w14:paraId="1C5DADED" w14:textId="77777777" w:rsidR="0085747A" w:rsidRPr="009C54AE" w:rsidRDefault="00B861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Wielka Brytania, Francja i Rosja antagoniści i partnerzy 1815-1914</w:t>
            </w:r>
          </w:p>
        </w:tc>
      </w:tr>
      <w:tr w:rsidR="0085747A" w:rsidRPr="009C54AE" w14:paraId="6D379449" w14:textId="77777777" w:rsidTr="00923D7D">
        <w:tc>
          <w:tcPr>
            <w:tcW w:w="9639" w:type="dxa"/>
          </w:tcPr>
          <w:p w14:paraId="348970A0" w14:textId="77777777" w:rsidR="0085747A" w:rsidRPr="009C54AE" w:rsidRDefault="00B861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Niemcy jako czynnik rozsadzający równowagę międzynarodową 1914,1939</w:t>
            </w:r>
          </w:p>
        </w:tc>
      </w:tr>
      <w:tr w:rsidR="0085747A" w:rsidRPr="009C54AE" w14:paraId="16A7CC12" w14:textId="77777777" w:rsidTr="00923D7D">
        <w:tc>
          <w:tcPr>
            <w:tcW w:w="9639" w:type="dxa"/>
          </w:tcPr>
          <w:p w14:paraId="628AF8B1" w14:textId="77777777" w:rsidR="0085747A" w:rsidRPr="009C54AE" w:rsidRDefault="004A52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między USA, ZSRR a CHRL zmiany w równowadze zimnowojennej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53885103">
        <w:rPr>
          <w:rFonts w:ascii="Corbel" w:hAnsi="Corbel"/>
          <w:smallCaps w:val="0"/>
        </w:rPr>
        <w:t>3.4 Metody dydaktyczne</w:t>
      </w:r>
    </w:p>
    <w:p w14:paraId="1F72F6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7CEAED" w14:textId="77777777" w:rsidR="00E960BB" w:rsidRDefault="0084204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 problemowy</w:t>
      </w:r>
    </w:p>
    <w:p w14:paraId="07E4FE4D" w14:textId="77777777" w:rsidR="0084204C" w:rsidRDefault="0084204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Analiza tekstów z dyskusją</w:t>
      </w:r>
    </w:p>
    <w:p w14:paraId="08CE6F9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B9E25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3DE523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2E562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3740EA" w14:textId="77777777" w:rsidTr="53885103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AC1580F" w14:textId="0A1B4D6E" w:rsidR="0085747A" w:rsidRPr="009C54AE" w:rsidRDefault="00A84C85" w:rsidP="538851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5388510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23C94224" w:rsidRPr="5388510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7D11ACC" w14:textId="77777777" w:rsidTr="53885103">
        <w:tc>
          <w:tcPr>
            <w:tcW w:w="1985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C5D665A" w14:textId="77777777" w:rsidR="0085747A" w:rsidRPr="00350E26" w:rsidRDefault="008420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0E26">
              <w:rPr>
                <w:rFonts w:ascii="Corbel" w:hAnsi="Corbel"/>
                <w:b w:val="0"/>
                <w:szCs w:val="24"/>
              </w:rPr>
              <w:t>obserwacja w trakcie zajęć, egzamin pisemny</w:t>
            </w:r>
          </w:p>
        </w:tc>
        <w:tc>
          <w:tcPr>
            <w:tcW w:w="2126" w:type="dxa"/>
          </w:tcPr>
          <w:p w14:paraId="285B2490" w14:textId="77777777" w:rsidR="0085747A" w:rsidRPr="009C54AE" w:rsidRDefault="008420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w,ćw</w:t>
            </w:r>
            <w:proofErr w:type="spellEnd"/>
          </w:p>
        </w:tc>
      </w:tr>
      <w:tr w:rsidR="0085747A" w:rsidRPr="009C54AE" w14:paraId="5FC14495" w14:textId="77777777" w:rsidTr="53885103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AB422EA" w14:textId="77777777" w:rsidR="0085747A" w:rsidRPr="009C54AE" w:rsidRDefault="008420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egzamin pisemny</w:t>
            </w:r>
          </w:p>
        </w:tc>
        <w:tc>
          <w:tcPr>
            <w:tcW w:w="2126" w:type="dxa"/>
          </w:tcPr>
          <w:p w14:paraId="269A1B96" w14:textId="77777777" w:rsidR="0085747A" w:rsidRPr="009C54AE" w:rsidRDefault="008420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w,ćw</w:t>
            </w:r>
            <w:proofErr w:type="spellEnd"/>
          </w:p>
        </w:tc>
      </w:tr>
      <w:tr w:rsidR="00350E26" w:rsidRPr="009C54AE" w14:paraId="44D470F1" w14:textId="77777777" w:rsidTr="53885103">
        <w:tc>
          <w:tcPr>
            <w:tcW w:w="1985" w:type="dxa"/>
          </w:tcPr>
          <w:p w14:paraId="002D746F" w14:textId="77777777" w:rsidR="00350E26" w:rsidRPr="009C54AE" w:rsidRDefault="00350E26" w:rsidP="00350E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107BFAF" w14:textId="77777777" w:rsidR="00350E26" w:rsidRPr="009C54AE" w:rsidRDefault="00350E26" w:rsidP="00350E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egzamin pisemny</w:t>
            </w:r>
          </w:p>
        </w:tc>
        <w:tc>
          <w:tcPr>
            <w:tcW w:w="2126" w:type="dxa"/>
          </w:tcPr>
          <w:p w14:paraId="488937A2" w14:textId="77777777" w:rsidR="00350E26" w:rsidRDefault="00350E26" w:rsidP="00350E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07547A0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043CB0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F7CCC8" w14:textId="77777777" w:rsidTr="00923D7D">
        <w:tc>
          <w:tcPr>
            <w:tcW w:w="9670" w:type="dxa"/>
          </w:tcPr>
          <w:p w14:paraId="074593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8874B8" w14:textId="77777777" w:rsidR="00923D7D" w:rsidRPr="009C54AE" w:rsidRDefault="008420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Aktywne uczestnictwo w zajęciach</w:t>
            </w:r>
            <w:r w:rsidR="00B861B1">
              <w:rPr>
                <w:rFonts w:ascii="Corbel" w:hAnsi="Corbel"/>
                <w:b w:val="0"/>
                <w:smallCaps w:val="0"/>
                <w:szCs w:val="24"/>
              </w:rPr>
              <w:t>, ocena projektu, zdanie pisemnego egzaminu</w:t>
            </w:r>
          </w:p>
          <w:p w14:paraId="6537F28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DFB9E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DF9E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472C07B5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ABDEEE" w14:textId="77777777" w:rsidTr="472C07B5">
        <w:tc>
          <w:tcPr>
            <w:tcW w:w="4962" w:type="dxa"/>
          </w:tcPr>
          <w:p w14:paraId="5D831C10" w14:textId="51F7C25B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3885103">
              <w:rPr>
                <w:rFonts w:ascii="Corbel" w:hAnsi="Corbel"/>
                <w:sz w:val="24"/>
                <w:szCs w:val="24"/>
              </w:rPr>
              <w:t>G</w:t>
            </w:r>
            <w:r w:rsidR="0085747A" w:rsidRPr="5388510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5388510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53885103">
              <w:rPr>
                <w:rFonts w:ascii="Corbel" w:hAnsi="Corbel"/>
                <w:sz w:val="24"/>
                <w:szCs w:val="24"/>
              </w:rPr>
              <w:t xml:space="preserve"> w</w:t>
            </w:r>
            <w:r w:rsidRPr="53885103">
              <w:rPr>
                <w:rFonts w:ascii="Corbel" w:hAnsi="Corbel"/>
                <w:sz w:val="24"/>
                <w:szCs w:val="24"/>
              </w:rPr>
              <w:t>ynikające</w:t>
            </w:r>
            <w:r w:rsidR="382A42BB" w:rsidRPr="53885103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53885103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53885103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255DD921" w:rsidRPr="53885103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5D65E2A">
              <w:t xml:space="preserve"> </w:t>
            </w:r>
            <w:r w:rsidRPr="5388510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04A35C2" w14:textId="77777777" w:rsidR="0085747A" w:rsidRPr="009C54AE" w:rsidRDefault="00F362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B861B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116DD784" w14:textId="77777777" w:rsidTr="472C07B5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19897CE" w14:textId="77777777" w:rsidR="00C61DC5" w:rsidRPr="009C54AE" w:rsidRDefault="00BD29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F7F9F86" w14:textId="77777777" w:rsidTr="472C07B5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F8EA849" w14:textId="77777777" w:rsidR="00C61DC5" w:rsidRPr="009C54AE" w:rsidRDefault="00F362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BD29C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03AA995E" w14:textId="77777777" w:rsidTr="472C07B5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A89157D" w14:textId="77777777" w:rsidR="0085747A" w:rsidRPr="009C54AE" w:rsidRDefault="00B861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4D50FE07" w14:textId="77777777" w:rsidTr="472C07B5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751C69D" w14:textId="6B1A46DF" w:rsidR="0085747A" w:rsidRPr="009C54AE" w:rsidRDefault="00B861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72C07B5">
              <w:rPr>
                <w:rFonts w:ascii="Corbel" w:hAnsi="Corbel"/>
                <w:sz w:val="24"/>
                <w:szCs w:val="24"/>
              </w:rPr>
              <w:t xml:space="preserve">6 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E871B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44A5D2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472C07B5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38610EB" w14:textId="063E9D88" w:rsidR="0085747A" w:rsidRPr="009C54AE" w:rsidRDefault="22547B0C" w:rsidP="472C07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72C07B5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05EFD703" w14:textId="77777777" w:rsidTr="472C07B5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37805D2" w14:textId="3E8D79E5" w:rsidR="0085747A" w:rsidRPr="009C54AE" w:rsidRDefault="05B6F184" w:rsidP="472C07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72C07B5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463F29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25F89A" w14:textId="0D97665C" w:rsidR="472C07B5" w:rsidRDefault="472C07B5" w:rsidP="472C07B5">
      <w:pPr>
        <w:pStyle w:val="Punktygwne"/>
        <w:spacing w:before="0" w:after="0"/>
        <w:rPr>
          <w:rFonts w:ascii="Corbel" w:hAnsi="Corbel"/>
          <w:smallCaps w:val="0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B7B4B8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15EFA55" w14:textId="77777777" w:rsidTr="472C07B5">
        <w:trPr>
          <w:trHeight w:val="397"/>
        </w:trPr>
        <w:tc>
          <w:tcPr>
            <w:tcW w:w="7513" w:type="dxa"/>
          </w:tcPr>
          <w:p w14:paraId="0D317C7E" w14:textId="77777777" w:rsidR="00705454" w:rsidRDefault="0085747A" w:rsidP="472C07B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472C07B5">
              <w:rPr>
                <w:rFonts w:ascii="Corbel" w:hAnsi="Corbel"/>
                <w:bCs/>
                <w:smallCaps w:val="0"/>
              </w:rPr>
              <w:t>Literatura podstawowa:</w:t>
            </w:r>
            <w:r w:rsidR="004A52F9" w:rsidRPr="472C07B5">
              <w:rPr>
                <w:rFonts w:ascii="Corbel" w:hAnsi="Corbel"/>
                <w:bCs/>
                <w:smallCaps w:val="0"/>
              </w:rPr>
              <w:t xml:space="preserve"> </w:t>
            </w:r>
          </w:p>
          <w:p w14:paraId="57A3D23B" w14:textId="7D89DEB4" w:rsidR="472C07B5" w:rsidRDefault="472C07B5" w:rsidP="472C07B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2A28FB82" w14:textId="77777777" w:rsidR="0085747A" w:rsidRDefault="004A52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Czubiński   A, </w:t>
            </w:r>
            <w:r w:rsidRPr="00BD29CB">
              <w:rPr>
                <w:rFonts w:ascii="Corbel" w:hAnsi="Corbel"/>
                <w:b w:val="0"/>
                <w:i/>
                <w:smallCaps w:val="0"/>
                <w:szCs w:val="24"/>
              </w:rPr>
              <w:t>Historia powszechna XX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Poznań </w:t>
            </w:r>
            <w:r w:rsidR="00A249BC">
              <w:rPr>
                <w:rFonts w:ascii="Corbel" w:hAnsi="Corbel"/>
                <w:b w:val="0"/>
                <w:smallCaps w:val="0"/>
                <w:szCs w:val="24"/>
              </w:rPr>
              <w:t>2006</w:t>
            </w:r>
          </w:p>
          <w:p w14:paraId="456C7256" w14:textId="73F90B15" w:rsidR="00A249BC" w:rsidRDefault="00A249BC" w:rsidP="472C07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472C07B5">
              <w:rPr>
                <w:rFonts w:ascii="Corbel" w:hAnsi="Corbel"/>
                <w:b w:val="0"/>
                <w:smallCaps w:val="0"/>
              </w:rPr>
              <w:t>Krasuski</w:t>
            </w:r>
            <w:proofErr w:type="spellEnd"/>
            <w:r w:rsidRPr="472C07B5">
              <w:rPr>
                <w:rFonts w:ascii="Corbel" w:hAnsi="Corbel"/>
                <w:b w:val="0"/>
                <w:smallCaps w:val="0"/>
              </w:rPr>
              <w:t xml:space="preserve">  J, </w:t>
            </w:r>
            <w:r w:rsidRPr="472C07B5">
              <w:rPr>
                <w:rFonts w:ascii="Corbel" w:hAnsi="Corbel"/>
                <w:b w:val="0"/>
                <w:i/>
                <w:iCs/>
                <w:smallCaps w:val="0"/>
              </w:rPr>
              <w:t>Historia Niemiec</w:t>
            </w:r>
            <w:r w:rsidRPr="472C07B5">
              <w:rPr>
                <w:rFonts w:ascii="Corbel" w:hAnsi="Corbel"/>
                <w:b w:val="0"/>
                <w:smallCaps w:val="0"/>
              </w:rPr>
              <w:t>, Wrocław 2004</w:t>
            </w:r>
          </w:p>
          <w:p w14:paraId="365842FA" w14:textId="77777777" w:rsidR="00A249BC" w:rsidRDefault="007054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Kissinger H, </w:t>
            </w:r>
            <w:r w:rsidRPr="00BD29CB">
              <w:rPr>
                <w:rFonts w:ascii="Corbel" w:hAnsi="Corbel"/>
                <w:b w:val="0"/>
                <w:i/>
                <w:smallCaps w:val="0"/>
                <w:szCs w:val="24"/>
              </w:rPr>
              <w:t>Dyplomacja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1996</w:t>
            </w:r>
          </w:p>
          <w:p w14:paraId="7180766E" w14:textId="67F151BF" w:rsidR="00705454" w:rsidRPr="009C54AE" w:rsidRDefault="00705454" w:rsidP="472C07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72C07B5">
              <w:rPr>
                <w:rFonts w:ascii="Corbel" w:hAnsi="Corbel"/>
                <w:b w:val="0"/>
                <w:smallCaps w:val="0"/>
              </w:rPr>
              <w:t xml:space="preserve">Pajewski J, </w:t>
            </w:r>
            <w:r w:rsidRPr="472C07B5">
              <w:rPr>
                <w:rFonts w:ascii="Corbel" w:hAnsi="Corbel"/>
                <w:b w:val="0"/>
                <w:i/>
                <w:iCs/>
                <w:smallCaps w:val="0"/>
              </w:rPr>
              <w:t>Historia Powszechna 1871-1918</w:t>
            </w:r>
            <w:r w:rsidRPr="472C07B5">
              <w:rPr>
                <w:rFonts w:ascii="Corbel" w:hAnsi="Corbel"/>
                <w:b w:val="0"/>
                <w:smallCaps w:val="0"/>
              </w:rPr>
              <w:t>, Warszawa 1994</w:t>
            </w:r>
          </w:p>
        </w:tc>
      </w:tr>
      <w:tr w:rsidR="0085747A" w:rsidRPr="009C54AE" w14:paraId="0D8D80E6" w14:textId="77777777" w:rsidTr="472C07B5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472C07B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472C07B5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144C5041" w14:textId="350E0FA9" w:rsidR="472C07B5" w:rsidRDefault="472C07B5" w:rsidP="472C07B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46BC0185" w14:textId="42A0AD74" w:rsidR="00705454" w:rsidRDefault="00705454" w:rsidP="472C07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72C07B5">
              <w:rPr>
                <w:rFonts w:ascii="Corbel" w:hAnsi="Corbel"/>
                <w:b w:val="0"/>
                <w:smallCaps w:val="0"/>
              </w:rPr>
              <w:t xml:space="preserve">Kennedy P, </w:t>
            </w:r>
            <w:r w:rsidRPr="472C07B5">
              <w:rPr>
                <w:rFonts w:ascii="Corbel" w:hAnsi="Corbel"/>
                <w:b w:val="0"/>
                <w:i/>
                <w:iCs/>
                <w:smallCaps w:val="0"/>
              </w:rPr>
              <w:t>Mocarstwa Świata. Narodziny. Rozkwit. Upadek. Przemiany gospodarcze i konflikty zbrojne w latach 1500-2000</w:t>
            </w:r>
            <w:r w:rsidRPr="472C07B5">
              <w:rPr>
                <w:rFonts w:ascii="Corbel" w:hAnsi="Corbel"/>
                <w:b w:val="0"/>
                <w:smallCaps w:val="0"/>
              </w:rPr>
              <w:t>, Warszawa 1994</w:t>
            </w:r>
          </w:p>
          <w:p w14:paraId="56404E9B" w14:textId="77777777" w:rsidR="00D526C3" w:rsidRDefault="00D526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Polit J, </w:t>
            </w:r>
            <w:r w:rsidRPr="00BD29CB">
              <w:rPr>
                <w:rFonts w:ascii="Corbel" w:hAnsi="Corbel"/>
                <w:b w:val="0"/>
                <w:i/>
                <w:smallCaps w:val="0"/>
                <w:szCs w:val="24"/>
              </w:rPr>
              <w:t>Chiny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2004</w:t>
            </w:r>
          </w:p>
          <w:p w14:paraId="738D6898" w14:textId="77777777" w:rsidR="00D526C3" w:rsidRPr="009C54AE" w:rsidRDefault="00D526C3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D29CB">
              <w:rPr>
                <w:rFonts w:ascii="Corbel" w:hAnsi="Corbel"/>
                <w:b w:val="0"/>
                <w:i/>
                <w:smallCaps w:val="0"/>
                <w:szCs w:val="24"/>
              </w:rPr>
              <w:t>Stosunki międzynarodowe: historia, regiony, polityka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red S.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Parzymies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1995</w:t>
            </w:r>
          </w:p>
        </w:tc>
      </w:tr>
    </w:tbl>
    <w:p w14:paraId="3A0FF5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531BA" w14:textId="77777777" w:rsidR="004E32C6" w:rsidRDefault="004E32C6" w:rsidP="00C16ABF">
      <w:pPr>
        <w:spacing w:after="0" w:line="240" w:lineRule="auto"/>
      </w:pPr>
      <w:r>
        <w:separator/>
      </w:r>
    </w:p>
  </w:endnote>
  <w:endnote w:type="continuationSeparator" w:id="0">
    <w:p w14:paraId="2A554530" w14:textId="77777777" w:rsidR="004E32C6" w:rsidRDefault="004E32C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DDF8B" w14:textId="77777777" w:rsidR="004E32C6" w:rsidRDefault="004E32C6" w:rsidP="00C16ABF">
      <w:pPr>
        <w:spacing w:after="0" w:line="240" w:lineRule="auto"/>
      </w:pPr>
      <w:r>
        <w:separator/>
      </w:r>
    </w:p>
  </w:footnote>
  <w:footnote w:type="continuationSeparator" w:id="0">
    <w:p w14:paraId="7A054C84" w14:textId="77777777" w:rsidR="004E32C6" w:rsidRDefault="004E32C6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26572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086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192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6498"/>
    <w:rsid w:val="002278A9"/>
    <w:rsid w:val="002336F9"/>
    <w:rsid w:val="0024028F"/>
    <w:rsid w:val="00244ABC"/>
    <w:rsid w:val="002460D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F3B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343CF"/>
    <w:rsid w:val="00346FE9"/>
    <w:rsid w:val="0034759A"/>
    <w:rsid w:val="003503F6"/>
    <w:rsid w:val="00350E2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1EC9"/>
    <w:rsid w:val="004968E2"/>
    <w:rsid w:val="004A3EEA"/>
    <w:rsid w:val="004A4D1F"/>
    <w:rsid w:val="004A52F9"/>
    <w:rsid w:val="004D4AAB"/>
    <w:rsid w:val="004D5282"/>
    <w:rsid w:val="004E32C6"/>
    <w:rsid w:val="004F1551"/>
    <w:rsid w:val="004F55A3"/>
    <w:rsid w:val="00502E7A"/>
    <w:rsid w:val="0050496F"/>
    <w:rsid w:val="00513B6F"/>
    <w:rsid w:val="00517C63"/>
    <w:rsid w:val="005363C4"/>
    <w:rsid w:val="00536BDE"/>
    <w:rsid w:val="00543ACC"/>
    <w:rsid w:val="0056696D"/>
    <w:rsid w:val="00584908"/>
    <w:rsid w:val="0059484D"/>
    <w:rsid w:val="005A0855"/>
    <w:rsid w:val="005A3196"/>
    <w:rsid w:val="005B1057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1428"/>
    <w:rsid w:val="00647FA8"/>
    <w:rsid w:val="00650C5F"/>
    <w:rsid w:val="00654934"/>
    <w:rsid w:val="006620D9"/>
    <w:rsid w:val="00665C93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545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22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6920"/>
    <w:rsid w:val="007D6E56"/>
    <w:rsid w:val="007F1652"/>
    <w:rsid w:val="007F4155"/>
    <w:rsid w:val="00803DCB"/>
    <w:rsid w:val="0081554D"/>
    <w:rsid w:val="0081707E"/>
    <w:rsid w:val="0084204C"/>
    <w:rsid w:val="008449B3"/>
    <w:rsid w:val="0085747A"/>
    <w:rsid w:val="0088334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FFA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7104"/>
    <w:rsid w:val="00A2245B"/>
    <w:rsid w:val="00A249BC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FA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290"/>
    <w:rsid w:val="00B67496"/>
    <w:rsid w:val="00B75946"/>
    <w:rsid w:val="00B8056E"/>
    <w:rsid w:val="00B819C8"/>
    <w:rsid w:val="00B82308"/>
    <w:rsid w:val="00B861B1"/>
    <w:rsid w:val="00B90885"/>
    <w:rsid w:val="00BB520A"/>
    <w:rsid w:val="00BD29C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39F9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26C3"/>
    <w:rsid w:val="00D552B2"/>
    <w:rsid w:val="00D608D1"/>
    <w:rsid w:val="00D6413E"/>
    <w:rsid w:val="00D74119"/>
    <w:rsid w:val="00D8075B"/>
    <w:rsid w:val="00D8678B"/>
    <w:rsid w:val="00DA2114"/>
    <w:rsid w:val="00DA385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70CF"/>
    <w:rsid w:val="00EC4899"/>
    <w:rsid w:val="00ED03AB"/>
    <w:rsid w:val="00ED32D2"/>
    <w:rsid w:val="00EE2A2F"/>
    <w:rsid w:val="00EE32DE"/>
    <w:rsid w:val="00EE5457"/>
    <w:rsid w:val="00F070AB"/>
    <w:rsid w:val="00F17567"/>
    <w:rsid w:val="00F21E2E"/>
    <w:rsid w:val="00F27A7B"/>
    <w:rsid w:val="00F36244"/>
    <w:rsid w:val="00F50A22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8B179D"/>
    <w:rsid w:val="05B6F184"/>
    <w:rsid w:val="05D65E2A"/>
    <w:rsid w:val="0758B571"/>
    <w:rsid w:val="07C9FEEE"/>
    <w:rsid w:val="0F9F212E"/>
    <w:rsid w:val="156B783C"/>
    <w:rsid w:val="193C2FF8"/>
    <w:rsid w:val="1AD80059"/>
    <w:rsid w:val="22547B0C"/>
    <w:rsid w:val="23C94224"/>
    <w:rsid w:val="255DD921"/>
    <w:rsid w:val="2572A592"/>
    <w:rsid w:val="29661499"/>
    <w:rsid w:val="2A4616B5"/>
    <w:rsid w:val="2B4737EB"/>
    <w:rsid w:val="2CD373CE"/>
    <w:rsid w:val="355A789E"/>
    <w:rsid w:val="361905A3"/>
    <w:rsid w:val="382A42BB"/>
    <w:rsid w:val="3A6708BE"/>
    <w:rsid w:val="400FECD5"/>
    <w:rsid w:val="472C07B5"/>
    <w:rsid w:val="4762A74E"/>
    <w:rsid w:val="4A177704"/>
    <w:rsid w:val="4F977C98"/>
    <w:rsid w:val="50F09160"/>
    <w:rsid w:val="51730ADE"/>
    <w:rsid w:val="52220225"/>
    <w:rsid w:val="53885103"/>
    <w:rsid w:val="58AA2885"/>
    <w:rsid w:val="5A2E17B7"/>
    <w:rsid w:val="67B472B8"/>
    <w:rsid w:val="6C928F46"/>
    <w:rsid w:val="70436445"/>
    <w:rsid w:val="71DF34A6"/>
    <w:rsid w:val="7E89E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604A4"/>
  <w15:docId w15:val="{3736016A-D4C7-4C45-A489-DD6B9B043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401D5-EB65-42BD-A8E4-6604A6BFE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737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Przemysław Maj</cp:lastModifiedBy>
  <cp:revision>11</cp:revision>
  <cp:lastPrinted>2019-02-06T12:12:00Z</cp:lastPrinted>
  <dcterms:created xsi:type="dcterms:W3CDTF">2021-12-08T17:00:00Z</dcterms:created>
  <dcterms:modified xsi:type="dcterms:W3CDTF">2025-11-14T21:34:00Z</dcterms:modified>
</cp:coreProperties>
</file>